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8477D" w14:textId="77777777" w:rsidR="00B92B0F" w:rsidRPr="002112AB" w:rsidRDefault="003B7A9B" w:rsidP="002112AB">
      <w:pPr>
        <w:jc w:val="center"/>
        <w:rPr>
          <w:b/>
        </w:rPr>
      </w:pPr>
      <w:r w:rsidRPr="002112AB">
        <w:rPr>
          <w:b/>
        </w:rPr>
        <w:t>THEME PLANNING</w:t>
      </w:r>
      <w:r w:rsidR="002112AB">
        <w:rPr>
          <w:b/>
        </w:rPr>
        <w:t xml:space="preserve"> ORGANIZER</w:t>
      </w:r>
    </w:p>
    <w:p w14:paraId="079B5204" w14:textId="77777777" w:rsidR="003B7A9B" w:rsidRDefault="003B7A9B"/>
    <w:p w14:paraId="6CA6217E" w14:textId="77777777" w:rsidR="003B7A9B" w:rsidRDefault="003B7A9B" w:rsidP="002112AB">
      <w:pPr>
        <w:jc w:val="center"/>
      </w:pPr>
      <w:r>
        <w:t>What do you want the children to know after exploring this theme?</w:t>
      </w:r>
    </w:p>
    <w:p w14:paraId="3C5FC7E6" w14:textId="77777777" w:rsidR="003B7A9B" w:rsidRDefault="003B7A9B" w:rsidP="002112AB">
      <w:pPr>
        <w:pBdr>
          <w:bottom w:val="single" w:sz="12" w:space="1" w:color="auto"/>
        </w:pBdr>
        <w:jc w:val="center"/>
      </w:pPr>
    </w:p>
    <w:p w14:paraId="41849666" w14:textId="77777777" w:rsidR="003B7A9B" w:rsidRDefault="003B7A9B"/>
    <w:p w14:paraId="168AAAB6" w14:textId="77777777" w:rsidR="003B7A9B" w:rsidRDefault="003B7A9B" w:rsidP="003B7A9B"/>
    <w:p w14:paraId="60C3D1EB" w14:textId="77777777" w:rsidR="003B7A9B" w:rsidRDefault="003B7A9B" w:rsidP="003B7A9B">
      <w:pPr>
        <w:sectPr w:rsidR="003B7A9B" w:rsidSect="003B7A9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359215A" w14:textId="77777777" w:rsidR="003B7A9B" w:rsidRPr="002112AB" w:rsidRDefault="003B7A9B" w:rsidP="003B7A9B">
      <w:pPr>
        <w:rPr>
          <w:b/>
        </w:rPr>
      </w:pPr>
      <w:r w:rsidRPr="002112AB">
        <w:rPr>
          <w:b/>
        </w:rPr>
        <w:lastRenderedPageBreak/>
        <w:t>Theme</w:t>
      </w:r>
      <w:r w:rsidR="002112AB">
        <w:rPr>
          <w:b/>
        </w:rPr>
        <w:t xml:space="preserve"> (s)</w:t>
      </w:r>
      <w:r w:rsidRPr="002112AB">
        <w:rPr>
          <w:b/>
        </w:rPr>
        <w:t>:</w:t>
      </w:r>
    </w:p>
    <w:p w14:paraId="1D6152A3" w14:textId="77777777" w:rsidR="003B7A9B" w:rsidRPr="00E063B7" w:rsidRDefault="003B7A9B" w:rsidP="003B7A9B"/>
    <w:p w14:paraId="39AC01FE" w14:textId="77777777" w:rsidR="002112AB" w:rsidRPr="00E063B7" w:rsidRDefault="002112AB" w:rsidP="003B7A9B">
      <w:pPr>
        <w:pBdr>
          <w:top w:val="single" w:sz="12" w:space="1" w:color="auto"/>
          <w:bottom w:val="single" w:sz="12" w:space="1" w:color="auto"/>
        </w:pBdr>
      </w:pPr>
    </w:p>
    <w:p w14:paraId="16D551C1" w14:textId="77777777" w:rsidR="002112AB" w:rsidRPr="00E063B7" w:rsidRDefault="002112AB" w:rsidP="003B7A9B">
      <w:pPr>
        <w:pBdr>
          <w:bottom w:val="single" w:sz="12" w:space="1" w:color="auto"/>
          <w:between w:val="single" w:sz="12" w:space="1" w:color="auto"/>
        </w:pBdr>
      </w:pPr>
    </w:p>
    <w:p w14:paraId="10AE22D9" w14:textId="77777777" w:rsidR="002112AB" w:rsidRPr="00E063B7" w:rsidRDefault="002112AB" w:rsidP="003B7A9B">
      <w:pPr>
        <w:pBdr>
          <w:bottom w:val="single" w:sz="12" w:space="1" w:color="auto"/>
          <w:between w:val="single" w:sz="12" w:space="1" w:color="auto"/>
        </w:pBdr>
      </w:pPr>
    </w:p>
    <w:p w14:paraId="037B881F" w14:textId="77777777" w:rsidR="002112AB" w:rsidRPr="00E063B7" w:rsidRDefault="002112AB" w:rsidP="002112AB"/>
    <w:p w14:paraId="3521C3F6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6B677EC5" w14:textId="77777777" w:rsidR="003B7A9B" w:rsidRPr="002112AB" w:rsidRDefault="003B7A9B" w:rsidP="003B7A9B">
      <w:pPr>
        <w:rPr>
          <w:b/>
        </w:rPr>
      </w:pPr>
    </w:p>
    <w:p w14:paraId="7C773390" w14:textId="77777777" w:rsidR="003B7A9B" w:rsidRPr="002112AB" w:rsidRDefault="003B7A9B" w:rsidP="003B7A9B">
      <w:pPr>
        <w:rPr>
          <w:b/>
        </w:rPr>
      </w:pPr>
    </w:p>
    <w:p w14:paraId="04022004" w14:textId="77777777" w:rsidR="003B7A9B" w:rsidRPr="002112AB" w:rsidRDefault="002112AB" w:rsidP="003B7A9B">
      <w:pPr>
        <w:rPr>
          <w:b/>
        </w:rPr>
      </w:pPr>
      <w:r>
        <w:rPr>
          <w:b/>
        </w:rPr>
        <w:t>Shared Text(s) for Read Aloud:</w:t>
      </w:r>
    </w:p>
    <w:p w14:paraId="6092E0F0" w14:textId="77777777" w:rsidR="002112AB" w:rsidRPr="00E063B7" w:rsidRDefault="002112AB" w:rsidP="002112AB"/>
    <w:p w14:paraId="7DCC4CD2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21AC1B3D" w14:textId="77777777" w:rsidR="002112AB" w:rsidRPr="00E063B7" w:rsidRDefault="002112AB" w:rsidP="002112AB">
      <w:pPr>
        <w:pBdr>
          <w:bottom w:val="single" w:sz="12" w:space="1" w:color="auto"/>
          <w:between w:val="single" w:sz="12" w:space="1" w:color="auto"/>
        </w:pBdr>
      </w:pPr>
    </w:p>
    <w:p w14:paraId="629DABE1" w14:textId="77777777" w:rsidR="002112AB" w:rsidRPr="00E063B7" w:rsidRDefault="002112AB" w:rsidP="002112AB">
      <w:pPr>
        <w:pBdr>
          <w:bottom w:val="single" w:sz="12" w:space="1" w:color="auto"/>
          <w:between w:val="single" w:sz="12" w:space="1" w:color="auto"/>
        </w:pBdr>
      </w:pPr>
    </w:p>
    <w:p w14:paraId="55D7C3D5" w14:textId="77777777" w:rsidR="002112AB" w:rsidRPr="00E063B7" w:rsidRDefault="002112AB" w:rsidP="002112AB"/>
    <w:p w14:paraId="5180AE33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50A7C2FA" w14:textId="77777777" w:rsidR="003B7A9B" w:rsidRDefault="003B7A9B" w:rsidP="003B7A9B">
      <w:pPr>
        <w:rPr>
          <w:b/>
        </w:rPr>
      </w:pPr>
    </w:p>
    <w:p w14:paraId="4EEFD29A" w14:textId="77777777" w:rsidR="002112AB" w:rsidRDefault="002112AB" w:rsidP="003B7A9B">
      <w:pPr>
        <w:rPr>
          <w:b/>
        </w:rPr>
      </w:pPr>
      <w:r>
        <w:rPr>
          <w:b/>
        </w:rPr>
        <w:t>Notes:</w:t>
      </w:r>
    </w:p>
    <w:p w14:paraId="616F395B" w14:textId="77777777" w:rsidR="002112AB" w:rsidRPr="002112AB" w:rsidRDefault="002112AB" w:rsidP="002112AB">
      <w:pPr>
        <w:rPr>
          <w:b/>
        </w:rPr>
      </w:pPr>
    </w:p>
    <w:p w14:paraId="02F848FB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0A146E66" w14:textId="77777777" w:rsidR="002112AB" w:rsidRPr="00E063B7" w:rsidRDefault="002112AB" w:rsidP="002112AB">
      <w:pPr>
        <w:pBdr>
          <w:bottom w:val="single" w:sz="12" w:space="1" w:color="auto"/>
          <w:between w:val="single" w:sz="12" w:space="1" w:color="auto"/>
        </w:pBdr>
      </w:pPr>
    </w:p>
    <w:p w14:paraId="4CDBEEC9" w14:textId="77777777" w:rsidR="002112AB" w:rsidRPr="00E063B7" w:rsidRDefault="002112AB" w:rsidP="002112AB">
      <w:pPr>
        <w:pBdr>
          <w:bottom w:val="single" w:sz="12" w:space="1" w:color="auto"/>
          <w:between w:val="single" w:sz="12" w:space="1" w:color="auto"/>
        </w:pBdr>
      </w:pPr>
    </w:p>
    <w:p w14:paraId="2C647A8A" w14:textId="77777777" w:rsidR="002112AB" w:rsidRPr="00E063B7" w:rsidRDefault="002112AB" w:rsidP="002112AB"/>
    <w:p w14:paraId="25BDCF69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7DCAA95C" w14:textId="77777777" w:rsidR="002112AB" w:rsidRPr="00E063B7" w:rsidRDefault="002112AB" w:rsidP="002112AB"/>
    <w:p w14:paraId="62D033CB" w14:textId="77777777" w:rsidR="002112AB" w:rsidRDefault="002112AB" w:rsidP="002112AB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14:paraId="685FD8DF" w14:textId="77777777" w:rsidR="003B7A9B" w:rsidRPr="002112AB" w:rsidRDefault="003B7A9B" w:rsidP="003B7A9B">
      <w:pPr>
        <w:rPr>
          <w:b/>
        </w:rPr>
      </w:pPr>
    </w:p>
    <w:p w14:paraId="400FD2F4" w14:textId="77777777" w:rsidR="003B7A9B" w:rsidRPr="002112AB" w:rsidRDefault="003B7A9B" w:rsidP="003B7A9B">
      <w:pPr>
        <w:rPr>
          <w:b/>
        </w:rPr>
      </w:pPr>
    </w:p>
    <w:tbl>
      <w:tblPr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2112AB" w:rsidRPr="008D08E8" w14:paraId="0EA4A7AD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3A1CC2B7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7C66CBC8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WRITING</w:t>
            </w:r>
          </w:p>
        </w:tc>
      </w:tr>
      <w:tr w:rsidR="002112AB" w:rsidRPr="008D08E8" w14:paraId="4F3F70FD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5DC1609A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5EA3DC18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MATH</w:t>
            </w:r>
          </w:p>
        </w:tc>
      </w:tr>
      <w:tr w:rsidR="002112AB" w:rsidRPr="008D08E8" w14:paraId="337BDE46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4FDE85CE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26C01F42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SOCIAL STUDIES</w:t>
            </w:r>
          </w:p>
        </w:tc>
      </w:tr>
      <w:tr w:rsidR="002112AB" w:rsidRPr="008D08E8" w14:paraId="40131A35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320AFF38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6AEDCE60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SCIENCE</w:t>
            </w:r>
          </w:p>
        </w:tc>
      </w:tr>
    </w:tbl>
    <w:p w14:paraId="37E13B4C" w14:textId="77777777" w:rsidR="003B7A9B" w:rsidRPr="008D08E8" w:rsidRDefault="003B7A9B" w:rsidP="003B7A9B">
      <w:pPr>
        <w:rPr>
          <w:sz w:val="20"/>
          <w:szCs w:val="20"/>
        </w:rPr>
        <w:sectPr w:rsidR="003B7A9B" w:rsidRPr="008D08E8" w:rsidSect="003B7A9B">
          <w:type w:val="continuous"/>
          <w:pgSz w:w="15840" w:h="12240" w:orient="landscape"/>
          <w:pgMar w:top="720" w:right="720" w:bottom="720" w:left="720" w:header="720" w:footer="720" w:gutter="0"/>
          <w:cols w:num="3" w:space="720" w:equalWidth="0">
            <w:col w:w="2880" w:space="720"/>
            <w:col w:w="5040" w:space="720"/>
            <w:col w:w="5040"/>
          </w:cols>
          <w:docGrid w:linePitch="360"/>
        </w:sectPr>
      </w:pPr>
    </w:p>
    <w:tbl>
      <w:tblPr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2112AB" w:rsidRPr="008D08E8" w14:paraId="10EEA835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56AC967E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36164F58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ART</w:t>
            </w:r>
          </w:p>
        </w:tc>
      </w:tr>
      <w:tr w:rsidR="002112AB" w:rsidRPr="008D08E8" w14:paraId="75FB7BE1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2EB7A670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5678DE78" w14:textId="77777777" w:rsidR="003B7A9B" w:rsidRPr="008D08E8" w:rsidRDefault="003B7A9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GAMES</w:t>
            </w:r>
          </w:p>
        </w:tc>
      </w:tr>
      <w:tr w:rsidR="002112AB" w:rsidRPr="008D08E8" w14:paraId="20CC3DFD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4BCC6238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7AE0E55E" w14:textId="77777777" w:rsidR="003B7A9B" w:rsidRPr="008D08E8" w:rsidRDefault="004F55B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ONLINE RESOURCES</w:t>
            </w:r>
          </w:p>
        </w:tc>
      </w:tr>
      <w:tr w:rsidR="002112AB" w:rsidRPr="008D08E8" w14:paraId="59609ACB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5672C9AF" w14:textId="77777777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0CB00FF3" w14:textId="77777777" w:rsidR="003B7A9B" w:rsidRPr="008D08E8" w:rsidRDefault="002112AB" w:rsidP="003B7A9B">
            <w:pPr>
              <w:rPr>
                <w:sz w:val="20"/>
                <w:szCs w:val="20"/>
              </w:rPr>
            </w:pPr>
            <w:r w:rsidRPr="008D08E8">
              <w:rPr>
                <w:sz w:val="20"/>
                <w:szCs w:val="20"/>
              </w:rPr>
              <w:t>FIELD TRIPS OR GUESTS</w:t>
            </w:r>
          </w:p>
        </w:tc>
      </w:tr>
    </w:tbl>
    <w:p w14:paraId="6A1F3C74" w14:textId="77777777" w:rsidR="003B7A9B" w:rsidRDefault="003B7A9B" w:rsidP="003B7A9B">
      <w:pPr>
        <w:rPr>
          <w:sz w:val="20"/>
          <w:szCs w:val="20"/>
        </w:rPr>
      </w:pPr>
    </w:p>
    <w:p w14:paraId="636FBB24" w14:textId="77777777" w:rsidR="0064079F" w:rsidRDefault="0064079F" w:rsidP="0064079F">
      <w:pPr>
        <w:pStyle w:val="normal0"/>
        <w:spacing w:line="276" w:lineRule="auto"/>
        <w:sectPr w:rsidR="0064079F" w:rsidSect="003B7A9B">
          <w:type w:val="nextColumn"/>
          <w:pgSz w:w="15840" w:h="12240" w:orient="landscape"/>
          <w:pgMar w:top="720" w:right="720" w:bottom="720" w:left="720" w:header="720" w:footer="720" w:gutter="0"/>
          <w:cols w:num="3" w:space="720" w:equalWidth="0">
            <w:col w:w="2880" w:space="720"/>
            <w:col w:w="5040" w:space="720"/>
            <w:col w:w="5040"/>
          </w:cols>
          <w:docGrid w:linePitch="360"/>
        </w:sectPr>
      </w:pPr>
    </w:p>
    <w:p w14:paraId="1A43A656" w14:textId="243A1621" w:rsidR="0064079F" w:rsidRDefault="0064079F" w:rsidP="0064079F">
      <w:pPr>
        <w:pStyle w:val="normal0"/>
        <w:spacing w:line="276" w:lineRule="auto"/>
      </w:pPr>
      <w:bookmarkStart w:id="0" w:name="_GoBack"/>
      <w:bookmarkEnd w:id="0"/>
    </w:p>
    <w:p w14:paraId="305103D0" w14:textId="77777777" w:rsidR="0064079F" w:rsidRDefault="0064079F" w:rsidP="0064079F">
      <w:pPr>
        <w:pStyle w:val="normal0"/>
        <w:spacing w:line="276" w:lineRule="auto"/>
        <w:jc w:val="center"/>
      </w:pPr>
    </w:p>
    <w:p w14:paraId="2F0C22D9" w14:textId="77777777" w:rsidR="0064079F" w:rsidRDefault="0064079F" w:rsidP="0064079F">
      <w:pPr>
        <w:pStyle w:val="normal0"/>
        <w:spacing w:line="276" w:lineRule="auto"/>
        <w:jc w:val="center"/>
      </w:pPr>
    </w:p>
    <w:tbl>
      <w:tblPr>
        <w:tblW w:w="14400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0"/>
        <w:gridCol w:w="4800"/>
        <w:gridCol w:w="4800"/>
      </w:tblGrid>
      <w:tr w:rsidR="0064079F" w14:paraId="0B102978" w14:textId="77777777" w:rsidTr="00415BA3">
        <w:trPr>
          <w:trHeight w:val="32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A1F7" w14:textId="77777777" w:rsidR="0064079F" w:rsidRDefault="0064079F" w:rsidP="00415BA3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BOOKS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7757" w14:textId="77777777" w:rsidR="0064079F" w:rsidRDefault="0064079F" w:rsidP="00415BA3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MATERIALS / SUPPLIES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3321" w14:textId="77777777" w:rsidR="0064079F" w:rsidRDefault="0064079F" w:rsidP="00415BA3">
            <w:pPr>
              <w:pStyle w:val="normal0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CENTERS / EXTRAS</w:t>
            </w:r>
          </w:p>
        </w:tc>
      </w:tr>
      <w:tr w:rsidR="0064079F" w14:paraId="13AAD618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A814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C5AE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89D0" w14:textId="77777777" w:rsidR="0064079F" w:rsidRDefault="0064079F" w:rsidP="00415BA3">
            <w:pPr>
              <w:pStyle w:val="normal0"/>
            </w:pPr>
          </w:p>
        </w:tc>
      </w:tr>
      <w:tr w:rsidR="0064079F" w14:paraId="18963B5B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0EEB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09B1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873E" w14:textId="77777777" w:rsidR="0064079F" w:rsidRDefault="0064079F" w:rsidP="00415BA3">
            <w:pPr>
              <w:pStyle w:val="normal0"/>
            </w:pPr>
          </w:p>
        </w:tc>
      </w:tr>
      <w:tr w:rsidR="0064079F" w14:paraId="16A5FFAA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BFC4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9467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0DD" w14:textId="77777777" w:rsidR="0064079F" w:rsidRDefault="0064079F" w:rsidP="00415BA3">
            <w:pPr>
              <w:pStyle w:val="normal0"/>
            </w:pPr>
          </w:p>
        </w:tc>
      </w:tr>
      <w:tr w:rsidR="0064079F" w14:paraId="10DC8570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EB21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510B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D6CF" w14:textId="77777777" w:rsidR="0064079F" w:rsidRDefault="0064079F" w:rsidP="00415BA3">
            <w:pPr>
              <w:pStyle w:val="normal0"/>
            </w:pPr>
          </w:p>
        </w:tc>
      </w:tr>
      <w:tr w:rsidR="0064079F" w14:paraId="15FC485F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E30A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F02B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6D13" w14:textId="77777777" w:rsidR="0064079F" w:rsidRDefault="0064079F" w:rsidP="00415BA3">
            <w:pPr>
              <w:pStyle w:val="normal0"/>
            </w:pPr>
          </w:p>
        </w:tc>
      </w:tr>
      <w:tr w:rsidR="0064079F" w14:paraId="1241BB37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2F85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ADFA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0D30" w14:textId="77777777" w:rsidR="0064079F" w:rsidRDefault="0064079F" w:rsidP="00415BA3">
            <w:pPr>
              <w:pStyle w:val="normal0"/>
            </w:pPr>
          </w:p>
        </w:tc>
      </w:tr>
      <w:tr w:rsidR="0064079F" w14:paraId="30585217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D91C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06D9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A074" w14:textId="77777777" w:rsidR="0064079F" w:rsidRDefault="0064079F" w:rsidP="00415BA3">
            <w:pPr>
              <w:pStyle w:val="normal0"/>
            </w:pPr>
          </w:p>
        </w:tc>
      </w:tr>
      <w:tr w:rsidR="0064079F" w14:paraId="3F6A56E9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0EED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7A62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C4BD" w14:textId="77777777" w:rsidR="0064079F" w:rsidRDefault="0064079F" w:rsidP="00415BA3">
            <w:pPr>
              <w:pStyle w:val="normal0"/>
            </w:pPr>
          </w:p>
        </w:tc>
      </w:tr>
      <w:tr w:rsidR="0064079F" w14:paraId="3297C7D7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F0B9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DF5F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0439" w14:textId="77777777" w:rsidR="0064079F" w:rsidRDefault="0064079F" w:rsidP="00415BA3">
            <w:pPr>
              <w:pStyle w:val="normal0"/>
            </w:pPr>
          </w:p>
        </w:tc>
      </w:tr>
      <w:tr w:rsidR="0064079F" w14:paraId="37D0D1B6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160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B12D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F91F" w14:textId="77777777" w:rsidR="0064079F" w:rsidRDefault="0064079F" w:rsidP="00415BA3">
            <w:pPr>
              <w:pStyle w:val="normal0"/>
            </w:pPr>
          </w:p>
        </w:tc>
      </w:tr>
      <w:tr w:rsidR="0064079F" w14:paraId="61FFE78E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F67A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8B79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830A" w14:textId="77777777" w:rsidR="0064079F" w:rsidRDefault="0064079F" w:rsidP="00415BA3">
            <w:pPr>
              <w:pStyle w:val="normal0"/>
            </w:pPr>
          </w:p>
        </w:tc>
      </w:tr>
      <w:tr w:rsidR="0064079F" w14:paraId="2AE43393" w14:textId="77777777" w:rsidTr="00415BA3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1305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77E4" w14:textId="77777777" w:rsidR="0064079F" w:rsidRDefault="0064079F" w:rsidP="00415BA3">
            <w:pPr>
              <w:pStyle w:val="normal0"/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2DD6" w14:textId="77777777" w:rsidR="0064079F" w:rsidRDefault="0064079F" w:rsidP="00415BA3">
            <w:pPr>
              <w:pStyle w:val="normal0"/>
            </w:pPr>
          </w:p>
        </w:tc>
      </w:tr>
    </w:tbl>
    <w:p w14:paraId="0F9B5729" w14:textId="77777777" w:rsidR="0064079F" w:rsidRDefault="0064079F" w:rsidP="0064079F">
      <w:pPr>
        <w:pStyle w:val="normal0"/>
        <w:jc w:val="center"/>
      </w:pPr>
    </w:p>
    <w:p w14:paraId="556B81AE" w14:textId="77777777" w:rsidR="0064079F" w:rsidRDefault="0064079F" w:rsidP="0064079F">
      <w:pPr>
        <w:pStyle w:val="normal0"/>
        <w:spacing w:line="276" w:lineRule="auto"/>
        <w:jc w:val="center"/>
      </w:pPr>
    </w:p>
    <w:p w14:paraId="185ADC7C" w14:textId="77777777" w:rsidR="0064079F" w:rsidRDefault="0064079F" w:rsidP="0064079F">
      <w:pPr>
        <w:pStyle w:val="normal0"/>
        <w:spacing w:line="276" w:lineRule="auto"/>
      </w:pPr>
      <w:r>
        <w:rPr>
          <w:rFonts w:ascii="Arial" w:eastAsia="Arial" w:hAnsi="Arial" w:cs="Arial"/>
          <w:sz w:val="28"/>
        </w:rPr>
        <w:t xml:space="preserve">NOTES: </w:t>
      </w:r>
    </w:p>
    <w:p w14:paraId="70C94694" w14:textId="77777777" w:rsidR="0064079F" w:rsidRDefault="0064079F" w:rsidP="0064079F">
      <w:pPr>
        <w:pStyle w:val="normal0"/>
        <w:spacing w:line="276" w:lineRule="auto"/>
        <w:jc w:val="center"/>
      </w:pPr>
    </w:p>
    <w:p w14:paraId="74A58B2E" w14:textId="77777777" w:rsidR="0064079F" w:rsidRDefault="0064079F" w:rsidP="0064079F">
      <w:pPr>
        <w:pStyle w:val="normal0"/>
        <w:spacing w:line="276" w:lineRule="auto"/>
        <w:jc w:val="center"/>
      </w:pPr>
    </w:p>
    <w:p w14:paraId="0DD967D0" w14:textId="77777777" w:rsidR="0064079F" w:rsidRDefault="0064079F" w:rsidP="0064079F">
      <w:pPr>
        <w:pStyle w:val="normal0"/>
        <w:spacing w:line="276" w:lineRule="auto"/>
        <w:jc w:val="center"/>
      </w:pPr>
    </w:p>
    <w:p w14:paraId="68705307" w14:textId="77777777" w:rsidR="0064079F" w:rsidRDefault="0064079F" w:rsidP="0064079F">
      <w:pPr>
        <w:pStyle w:val="normal0"/>
        <w:spacing w:line="276" w:lineRule="auto"/>
        <w:jc w:val="center"/>
      </w:pPr>
    </w:p>
    <w:p w14:paraId="382E23C9" w14:textId="77777777" w:rsidR="0064079F" w:rsidRDefault="0064079F" w:rsidP="0064079F">
      <w:pPr>
        <w:pStyle w:val="normal0"/>
        <w:spacing w:line="276" w:lineRule="auto"/>
        <w:jc w:val="center"/>
      </w:pPr>
    </w:p>
    <w:p w14:paraId="5D1FB39B" w14:textId="77777777" w:rsidR="0064079F" w:rsidRDefault="0064079F" w:rsidP="0064079F">
      <w:pPr>
        <w:pStyle w:val="normal0"/>
        <w:spacing w:line="276" w:lineRule="auto"/>
      </w:pPr>
    </w:p>
    <w:p w14:paraId="1C91A3BF" w14:textId="77777777" w:rsidR="0064079F" w:rsidRPr="008D08E8" w:rsidRDefault="0064079F" w:rsidP="003B7A9B">
      <w:pPr>
        <w:rPr>
          <w:sz w:val="20"/>
          <w:szCs w:val="20"/>
        </w:rPr>
      </w:pPr>
    </w:p>
    <w:sectPr w:rsidR="0064079F" w:rsidRPr="008D08E8" w:rsidSect="0064079F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00"/>
    <w:rsid w:val="002112AB"/>
    <w:rsid w:val="003B7A9B"/>
    <w:rsid w:val="00497989"/>
    <w:rsid w:val="004F55B5"/>
    <w:rsid w:val="00624F0E"/>
    <w:rsid w:val="0064079F"/>
    <w:rsid w:val="006E1BCF"/>
    <w:rsid w:val="00705D00"/>
    <w:rsid w:val="008D08E8"/>
    <w:rsid w:val="00B92B0F"/>
    <w:rsid w:val="00E063B7"/>
    <w:rsid w:val="00F0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2BD2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ＭＳ 明朝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A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B7A9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B7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64079F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ＭＳ 明朝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A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B7A9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B7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64079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ngela:Library:Application%20Support:Microsoft:Office:User%20Templates:My%20Templates:TEMPLATE%20-%20THEME%20PLANNING%20ORGANIZ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- THEME PLANNING ORGANIZER.dotx</Template>
  <TotalTime>1</TotalTime>
  <Pages>2</Pages>
  <Words>57</Words>
  <Characters>330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3</cp:revision>
  <dcterms:created xsi:type="dcterms:W3CDTF">2014-11-10T14:36:00Z</dcterms:created>
  <dcterms:modified xsi:type="dcterms:W3CDTF">2014-11-11T15:41:00Z</dcterms:modified>
</cp:coreProperties>
</file>